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0B" w:rsidRDefault="00E2080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4.5pt;margin-top:-37.6pt;width:292.5pt;height:64.5pt;z-index:251658240" fillcolor="#00b0f0" stroked="f">
            <v:fill color2="#7030a0" rotate="t" focus="50%" type="gradient"/>
            <v:shadow color="#868686"/>
            <v:textpath style="font-family:&quot;Arial Black&quot;;v-text-kern:t" trim="t" fitpath="t" string="Conjunctions"/>
          </v:shape>
        </w:pict>
      </w:r>
    </w:p>
    <w:p w:rsidR="00E2080B" w:rsidRPr="00763F9C" w:rsidRDefault="00E2080B" w:rsidP="003474C2">
      <w:pPr>
        <w:ind w:firstLine="720"/>
        <w:rPr>
          <w:b/>
          <w:color w:val="7030A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7" type="#_x0000_t75" alt="http://www.serriste.de/foodblog/images/fluffernutter_small.jpg" style="position:absolute;left:0;text-align:left;margin-left:36.75pt;margin-top:244.55pt;width:375pt;height:249pt;z-index:251659264;visibility:visible">
            <v:imagedata r:id="rId4" o:title=""/>
          </v:shape>
        </w:pict>
      </w:r>
      <w:r>
        <w:rPr>
          <w:b/>
          <w:color w:val="7030A0"/>
          <w:sz w:val="28"/>
          <w:szCs w:val="28"/>
        </w:rPr>
        <w:t xml:space="preserve">A conjunction joins words, phrases, and clauses together. There are three types of conjunctions; coordinating, correlative, and subordinating. A coordinating conjunction connects independent clauses, phrases, and words. These are coordinating conjunctions; or, for, but, so, yet, nor, and. A subordinating conjunction is at the beginning of a dependent clause. It creates the relationship between the clause and the sentence. It makes the clause need the rest of the sentence for its meaning. A correlative conjunction is when the conjunction combines with another word. Correlative conjunctions are always in pairs. A conjunction joins words, clauses, and phrases together. It is like the sticky peanut butter in the middle of a peanut butter sandwich. The peanut butter joins the two pieces of bread together. That is exactly what conjunctions do. </w:t>
      </w:r>
    </w:p>
    <w:p w:rsidR="00E2080B" w:rsidRPr="00763F9C" w:rsidRDefault="00E2080B">
      <w:pPr>
        <w:rPr>
          <w:b/>
          <w:color w:val="7030A0"/>
          <w:sz w:val="28"/>
          <w:szCs w:val="28"/>
        </w:rPr>
      </w:pPr>
    </w:p>
    <w:sectPr w:rsidR="00E2080B" w:rsidRPr="00763F9C" w:rsidSect="005B3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F9C"/>
    <w:rsid w:val="00004830"/>
    <w:rsid w:val="002E4EAA"/>
    <w:rsid w:val="003474C2"/>
    <w:rsid w:val="00384B46"/>
    <w:rsid w:val="003C3C5E"/>
    <w:rsid w:val="00544D9C"/>
    <w:rsid w:val="005B37E7"/>
    <w:rsid w:val="005E6631"/>
    <w:rsid w:val="00763F9C"/>
    <w:rsid w:val="007B474A"/>
    <w:rsid w:val="00972C93"/>
    <w:rsid w:val="00B24FB4"/>
    <w:rsid w:val="00C803E9"/>
    <w:rsid w:val="00E2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7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4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4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127</Words>
  <Characters>728</Characters>
  <Application>Microsoft Office Outlook</Application>
  <DocSecurity>0</DocSecurity>
  <Lines>0</Lines>
  <Paragraphs>0</Paragraphs>
  <ScaleCrop>false</ScaleCrop>
  <Company>Greater Atlanta Christian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HSMLAB</dc:creator>
  <cp:keywords/>
  <dc:description/>
  <cp:lastModifiedBy>Bruce Arnett, Jr.</cp:lastModifiedBy>
  <cp:revision>2</cp:revision>
  <dcterms:created xsi:type="dcterms:W3CDTF">2009-03-16T01:49:00Z</dcterms:created>
  <dcterms:modified xsi:type="dcterms:W3CDTF">2009-03-16T01:49:00Z</dcterms:modified>
</cp:coreProperties>
</file>